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F70F7" w14:textId="77777777" w:rsidR="00FA2619" w:rsidRDefault="00FA2619" w:rsidP="00FA2619">
      <w:pPr>
        <w:jc w:val="center"/>
        <w:rPr>
          <w:rFonts w:ascii="Arial Narrow" w:hAnsi="Arial Narrow"/>
          <w:b/>
          <w:sz w:val="28"/>
          <w:szCs w:val="28"/>
        </w:rPr>
      </w:pPr>
      <w:r w:rsidRPr="00CC4B60">
        <w:rPr>
          <w:rFonts w:ascii="Arial Narrow" w:hAnsi="Arial Narrow"/>
          <w:b/>
          <w:sz w:val="28"/>
          <w:szCs w:val="28"/>
        </w:rPr>
        <w:t>Connect Tex</w:t>
      </w:r>
      <w:r w:rsidR="00D14165">
        <w:rPr>
          <w:rFonts w:ascii="Arial Narrow" w:hAnsi="Arial Narrow"/>
          <w:b/>
          <w:sz w:val="28"/>
          <w:szCs w:val="28"/>
        </w:rPr>
        <w:t>t</w:t>
      </w:r>
      <w:r w:rsidRPr="00CC4B60">
        <w:rPr>
          <w:rFonts w:ascii="Arial Narrow" w:hAnsi="Arial Narrow"/>
          <w:b/>
          <w:sz w:val="28"/>
          <w:szCs w:val="28"/>
        </w:rPr>
        <w:t>books to Classroom</w:t>
      </w:r>
    </w:p>
    <w:p w14:paraId="50BD58D2" w14:textId="77777777" w:rsidR="00761927" w:rsidRPr="00CC4B60" w:rsidRDefault="00E70E17" w:rsidP="00D1416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First two methods are done locally and need to be done every year.</w:t>
      </w:r>
    </w:p>
    <w:p w14:paraId="0B0546C3" w14:textId="77777777" w:rsidR="00FA2619" w:rsidRPr="00F534DE" w:rsidRDefault="00761927" w:rsidP="00FA2619">
      <w:pPr>
        <w:rPr>
          <w:rFonts w:ascii="Arial Narrow" w:hAnsi="Arial Narrow"/>
          <w:b/>
        </w:rPr>
      </w:pPr>
      <w:r w:rsidRPr="00F534DE">
        <w:rPr>
          <w:rFonts w:ascii="Arial Narrow" w:hAnsi="Arial Narrow"/>
          <w:b/>
        </w:rPr>
        <w:t>#1 Way</w:t>
      </w:r>
    </w:p>
    <w:p w14:paraId="64784B7A" w14:textId="77777777" w:rsidR="00FA2619" w:rsidRPr="00CC4B60" w:rsidRDefault="00FA2619" w:rsidP="00CC4B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>Login as teacher (</w:t>
      </w:r>
      <w:proofErr w:type="spellStart"/>
      <w:r w:rsidRPr="00CC4B60">
        <w:rPr>
          <w:rFonts w:ascii="Arial Narrow" w:hAnsi="Arial Narrow"/>
        </w:rPr>
        <w:t>firstname.lastname</w:t>
      </w:r>
      <w:proofErr w:type="spellEnd"/>
      <w:r w:rsidRPr="00CC4B60">
        <w:rPr>
          <w:rFonts w:ascii="Arial Narrow" w:hAnsi="Arial Narrow"/>
        </w:rPr>
        <w:t>) (</w:t>
      </w:r>
      <w:proofErr w:type="spellStart"/>
      <w:r w:rsidRPr="00CC4B60">
        <w:rPr>
          <w:rFonts w:ascii="Arial Narrow" w:hAnsi="Arial Narrow"/>
        </w:rPr>
        <w:t>lastname</w:t>
      </w:r>
      <w:proofErr w:type="spellEnd"/>
      <w:r w:rsidRPr="00CC4B60">
        <w:rPr>
          <w:rFonts w:ascii="Arial Narrow" w:hAnsi="Arial Narrow"/>
        </w:rPr>
        <w:t>)</w:t>
      </w:r>
    </w:p>
    <w:p w14:paraId="75F480B4" w14:textId="77777777" w:rsidR="00FA2619" w:rsidRPr="00CC4B60" w:rsidRDefault="00FA2619" w:rsidP="00CC4B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>Choose My Info tab</w:t>
      </w:r>
    </w:p>
    <w:p w14:paraId="3FFA5D1F" w14:textId="77777777" w:rsidR="00FA2619" w:rsidRPr="00CC4B60" w:rsidRDefault="00FA2619" w:rsidP="00CC4B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 xml:space="preserve">Scroll to lower part of page under </w:t>
      </w:r>
      <w:r w:rsidRPr="00CC4B60">
        <w:rPr>
          <w:rFonts w:ascii="Arial Narrow" w:hAnsi="Arial Narrow"/>
          <w:b/>
          <w:color w:val="31849B"/>
        </w:rPr>
        <w:t>Currently Teaching</w:t>
      </w:r>
    </w:p>
    <w:p w14:paraId="02D33F1D" w14:textId="77777777" w:rsidR="00FA2619" w:rsidRPr="00CC4B60" w:rsidRDefault="00AD4592" w:rsidP="00CC4B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>C</w:t>
      </w:r>
      <w:r w:rsidR="00FA2619" w:rsidRPr="00CC4B60">
        <w:rPr>
          <w:rFonts w:ascii="Arial Narrow" w:hAnsi="Arial Narrow"/>
        </w:rPr>
        <w:t>lick edit icon next to period to be updated</w:t>
      </w:r>
    </w:p>
    <w:p w14:paraId="7D28EEA2" w14:textId="77777777" w:rsidR="00FA2619" w:rsidRPr="00CC4B60" w:rsidRDefault="00FA2619" w:rsidP="00CC4B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>Under “Textbooks choose update icon</w:t>
      </w:r>
    </w:p>
    <w:p w14:paraId="2657B86A" w14:textId="77777777" w:rsidR="00FA2619" w:rsidRPr="00CC4B60" w:rsidRDefault="00FA2619" w:rsidP="00CC4B60">
      <w:pPr>
        <w:pStyle w:val="ListParagraph"/>
        <w:numPr>
          <w:ilvl w:val="0"/>
          <w:numId w:val="2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>Assign section</w:t>
      </w:r>
    </w:p>
    <w:p w14:paraId="0E4A72C8" w14:textId="77777777" w:rsidR="00FA2619" w:rsidRPr="00CC4B60" w:rsidRDefault="00FA2619" w:rsidP="00CC4B60">
      <w:pPr>
        <w:pStyle w:val="ListParagraph"/>
        <w:numPr>
          <w:ilvl w:val="0"/>
          <w:numId w:val="2"/>
        </w:numPr>
        <w:rPr>
          <w:rFonts w:ascii="Arial Narrow" w:hAnsi="Arial Narrow"/>
          <w:color w:val="0000FF"/>
        </w:rPr>
      </w:pPr>
      <w:r w:rsidRPr="00D14165">
        <w:rPr>
          <w:rFonts w:ascii="Arial Narrow" w:hAnsi="Arial Narrow"/>
          <w:b/>
          <w:color w:val="31849B" w:themeColor="accent5" w:themeShade="BF"/>
        </w:rPr>
        <w:t>Find Textbook</w:t>
      </w:r>
      <w:r w:rsidRPr="00CC4B60">
        <w:rPr>
          <w:rFonts w:ascii="Arial Narrow" w:hAnsi="Arial Narrow"/>
        </w:rPr>
        <w:t xml:space="preserve"> [</w:t>
      </w:r>
      <w:r w:rsidRPr="00CC4B60">
        <w:rPr>
          <w:rFonts w:ascii="Arial Narrow" w:hAnsi="Arial Narrow"/>
          <w:color w:val="0000FF"/>
        </w:rPr>
        <w:t>ISBN</w:t>
      </w:r>
      <w:r w:rsidRPr="00CC4B60">
        <w:rPr>
          <w:rFonts w:ascii="Arial Narrow" w:hAnsi="Arial Narrow"/>
        </w:rPr>
        <w:t xml:space="preserve">] </w:t>
      </w:r>
      <w:r w:rsidRPr="00CC4B60">
        <w:rPr>
          <w:rFonts w:ascii="Arial Narrow" w:hAnsi="Arial Narrow"/>
          <w:b/>
        </w:rPr>
        <w:t xml:space="preserve">in </w:t>
      </w:r>
      <w:r w:rsidRPr="00CC4B60">
        <w:rPr>
          <w:rFonts w:ascii="Arial Narrow" w:hAnsi="Arial Narrow"/>
          <w:color w:val="0000FF"/>
        </w:rPr>
        <w:t>ISBN</w:t>
      </w:r>
    </w:p>
    <w:p w14:paraId="592225F1" w14:textId="77777777" w:rsidR="00AD4592" w:rsidRPr="00CC4B60" w:rsidRDefault="00AD4592" w:rsidP="00CC4B60">
      <w:pPr>
        <w:pStyle w:val="ListParagraph"/>
        <w:numPr>
          <w:ilvl w:val="0"/>
          <w:numId w:val="2"/>
        </w:numPr>
        <w:rPr>
          <w:rFonts w:ascii="Arial Narrow" w:hAnsi="Arial Narrow"/>
          <w:color w:val="000000" w:themeColor="text1"/>
        </w:rPr>
      </w:pPr>
      <w:r w:rsidRPr="00CC4B60">
        <w:rPr>
          <w:rFonts w:ascii="Arial Narrow" w:hAnsi="Arial Narrow"/>
          <w:color w:val="000000" w:themeColor="text1"/>
        </w:rPr>
        <w:t>Assign to section button [right-side]</w:t>
      </w:r>
    </w:p>
    <w:p w14:paraId="0E166CBD" w14:textId="77777777" w:rsidR="00D54895" w:rsidRPr="00C56A65" w:rsidRDefault="00AD4592" w:rsidP="00C56A65">
      <w:pPr>
        <w:pStyle w:val="ListParagraph"/>
        <w:numPr>
          <w:ilvl w:val="0"/>
          <w:numId w:val="2"/>
        </w:numPr>
        <w:rPr>
          <w:rFonts w:ascii="Arial Narrow" w:hAnsi="Arial Narrow"/>
          <w:color w:val="000000" w:themeColor="text1"/>
        </w:rPr>
      </w:pPr>
      <w:r w:rsidRPr="00CC4B60">
        <w:rPr>
          <w:rFonts w:ascii="Arial Narrow" w:hAnsi="Arial Narrow"/>
          <w:color w:val="000000" w:themeColor="text1"/>
        </w:rPr>
        <w:t>Click OK to SAVE</w:t>
      </w:r>
    </w:p>
    <w:p w14:paraId="0D564E81" w14:textId="77777777" w:rsidR="00D54895" w:rsidRPr="00C56A65" w:rsidRDefault="00D54895" w:rsidP="00C56A65">
      <w:pPr>
        <w:jc w:val="center"/>
        <w:rPr>
          <w:rFonts w:ascii="Arial Narrow" w:hAnsi="Arial Narrow"/>
          <w:b/>
        </w:rPr>
      </w:pPr>
      <w:r w:rsidRPr="00C56A65">
        <w:rPr>
          <w:rFonts w:ascii="Arial Narrow" w:hAnsi="Arial Narrow"/>
          <w:b/>
        </w:rPr>
        <w:t>Or</w:t>
      </w:r>
    </w:p>
    <w:p w14:paraId="430E550C" w14:textId="77777777" w:rsidR="00D54895" w:rsidRPr="00F534DE" w:rsidRDefault="00761927">
      <w:pPr>
        <w:rPr>
          <w:rFonts w:ascii="Arial Narrow" w:hAnsi="Arial Narrow"/>
          <w:b/>
        </w:rPr>
      </w:pPr>
      <w:r w:rsidRPr="00F534DE">
        <w:rPr>
          <w:rFonts w:ascii="Arial Narrow" w:hAnsi="Arial Narrow"/>
          <w:b/>
        </w:rPr>
        <w:t>#2 Way</w:t>
      </w:r>
    </w:p>
    <w:p w14:paraId="17E19151" w14:textId="77777777" w:rsidR="00D54895" w:rsidRPr="00CC4B60" w:rsidRDefault="00761927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Choose</w:t>
      </w:r>
      <w:r w:rsidR="00D54895" w:rsidRPr="00CC4B60">
        <w:rPr>
          <w:rFonts w:ascii="Arial Narrow" w:hAnsi="Arial Narrow"/>
        </w:rPr>
        <w:t xml:space="preserve"> </w:t>
      </w:r>
      <w:r w:rsidR="00D54895" w:rsidRPr="00D14165">
        <w:rPr>
          <w:rFonts w:ascii="Arial Narrow" w:hAnsi="Arial Narrow"/>
          <w:b/>
          <w:color w:val="31849B" w:themeColor="accent5" w:themeShade="BF"/>
        </w:rPr>
        <w:t>Back Office</w:t>
      </w:r>
      <w:r w:rsidR="00D54895" w:rsidRPr="00CC4B60">
        <w:rPr>
          <w:rFonts w:ascii="Arial Narrow" w:hAnsi="Arial Narrow"/>
        </w:rPr>
        <w:t xml:space="preserve"> tab</w:t>
      </w:r>
    </w:p>
    <w:p w14:paraId="43908FBE" w14:textId="77777777" w:rsidR="00D54895" w:rsidRPr="00CC4B60" w:rsidRDefault="00CC4B60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 xml:space="preserve">Click on </w:t>
      </w:r>
      <w:r w:rsidRPr="00D14165">
        <w:rPr>
          <w:rFonts w:ascii="Arial Narrow" w:hAnsi="Arial Narrow"/>
          <w:b/>
          <w:color w:val="31849B" w:themeColor="accent5" w:themeShade="BF"/>
        </w:rPr>
        <w:t>Update Classes</w:t>
      </w:r>
      <w:r w:rsidRPr="00CC4B60">
        <w:rPr>
          <w:rFonts w:ascii="Arial Narrow" w:hAnsi="Arial Narrow"/>
        </w:rPr>
        <w:t xml:space="preserve"> in navigation bar on left</w:t>
      </w:r>
    </w:p>
    <w:p w14:paraId="1BE73229" w14:textId="77777777" w:rsidR="00D54895" w:rsidRPr="00CC4B60" w:rsidRDefault="00D54895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>Find Teacher</w:t>
      </w:r>
      <w:r w:rsidR="00CC4B60" w:rsidRPr="00CC4B60">
        <w:rPr>
          <w:rFonts w:ascii="Arial Narrow" w:hAnsi="Arial Narrow"/>
        </w:rPr>
        <w:t xml:space="preserve"> and section</w:t>
      </w:r>
    </w:p>
    <w:p w14:paraId="0F7C02F9" w14:textId="77777777" w:rsidR="00D54895" w:rsidRPr="00CC4B60" w:rsidRDefault="00D54895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 xml:space="preserve">Click on Edit </w:t>
      </w:r>
      <w:r w:rsidR="00CC4B60" w:rsidRPr="00CC4B60">
        <w:rPr>
          <w:rFonts w:ascii="Arial Narrow" w:hAnsi="Arial Narrow"/>
        </w:rPr>
        <w:t>(paper and pencil icon) on right-hand side of page</w:t>
      </w:r>
    </w:p>
    <w:p w14:paraId="238AC727" w14:textId="77777777" w:rsidR="00D54895" w:rsidRPr="00CC4B60" w:rsidRDefault="00D54895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 xml:space="preserve">Under </w:t>
      </w:r>
      <w:r w:rsidRPr="00D14165">
        <w:rPr>
          <w:rFonts w:ascii="Arial Narrow" w:hAnsi="Arial Narrow"/>
          <w:b/>
          <w:color w:val="31849B" w:themeColor="accent5" w:themeShade="BF"/>
        </w:rPr>
        <w:t>T</w:t>
      </w:r>
      <w:r w:rsidR="00CC4B60" w:rsidRPr="00D14165">
        <w:rPr>
          <w:rFonts w:ascii="Arial Narrow" w:hAnsi="Arial Narrow"/>
          <w:b/>
          <w:color w:val="31849B" w:themeColor="accent5" w:themeShade="BF"/>
        </w:rPr>
        <w:t>extbooks</w:t>
      </w:r>
      <w:r w:rsidR="00CC4B60" w:rsidRPr="00CC4B60">
        <w:rPr>
          <w:rFonts w:ascii="Arial Narrow" w:hAnsi="Arial Narrow"/>
        </w:rPr>
        <w:t xml:space="preserve">, Click on </w:t>
      </w:r>
      <w:r w:rsidR="00CC4B60" w:rsidRPr="00D14165">
        <w:rPr>
          <w:rFonts w:ascii="Arial Narrow" w:hAnsi="Arial Narrow"/>
          <w:b/>
          <w:color w:val="31849B" w:themeColor="accent5" w:themeShade="BF"/>
        </w:rPr>
        <w:t>Update</w:t>
      </w:r>
    </w:p>
    <w:p w14:paraId="1E06DB97" w14:textId="77777777" w:rsidR="00CC4B60" w:rsidRPr="00CC4B60" w:rsidRDefault="00CC4B60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>Type in Textbook Title (Big Ideas Math 7, 8, Envision Math 6)</w:t>
      </w:r>
    </w:p>
    <w:p w14:paraId="08230115" w14:textId="77777777" w:rsidR="00CC4B60" w:rsidRPr="00CC4B60" w:rsidRDefault="00CC4B60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 xml:space="preserve">Click on </w:t>
      </w:r>
      <w:r w:rsidRPr="00D14165">
        <w:rPr>
          <w:rFonts w:ascii="Arial Narrow" w:hAnsi="Arial Narrow"/>
          <w:b/>
          <w:color w:val="31849B" w:themeColor="accent5" w:themeShade="BF"/>
        </w:rPr>
        <w:t>Assign to Section</w:t>
      </w:r>
      <w:r w:rsidRPr="00CC4B60">
        <w:rPr>
          <w:rFonts w:ascii="Arial Narrow" w:hAnsi="Arial Narrow"/>
        </w:rPr>
        <w:t xml:space="preserve"> (right hand side of page)</w:t>
      </w:r>
    </w:p>
    <w:p w14:paraId="41ED3235" w14:textId="77777777" w:rsidR="00CC4B60" w:rsidRPr="00CC4B60" w:rsidRDefault="00CC4B60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 xml:space="preserve">Click </w:t>
      </w:r>
      <w:r w:rsidRPr="00D14165">
        <w:rPr>
          <w:rFonts w:ascii="Arial Narrow" w:hAnsi="Arial Narrow"/>
          <w:b/>
          <w:color w:val="31849B" w:themeColor="accent5" w:themeShade="BF"/>
        </w:rPr>
        <w:t>OK</w:t>
      </w:r>
    </w:p>
    <w:p w14:paraId="43AC0235" w14:textId="77777777" w:rsidR="00CC4B60" w:rsidRPr="00CC4B60" w:rsidRDefault="00CC4B60" w:rsidP="00CC4B60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C4B60">
        <w:rPr>
          <w:rFonts w:ascii="Arial Narrow" w:hAnsi="Arial Narrow"/>
        </w:rPr>
        <w:t xml:space="preserve">Click on </w:t>
      </w:r>
      <w:r w:rsidRPr="00D14165">
        <w:rPr>
          <w:rFonts w:ascii="Arial Narrow" w:hAnsi="Arial Narrow"/>
          <w:b/>
          <w:color w:val="31849B" w:themeColor="accent5" w:themeShade="BF"/>
        </w:rPr>
        <w:t>Update Classes</w:t>
      </w:r>
      <w:r w:rsidRPr="00CC4B60">
        <w:rPr>
          <w:rFonts w:ascii="Arial Narrow" w:hAnsi="Arial Narrow"/>
        </w:rPr>
        <w:t xml:space="preserve"> in navigation bar to do a new class</w:t>
      </w:r>
    </w:p>
    <w:p w14:paraId="38DD74C2" w14:textId="77777777" w:rsidR="00D54895" w:rsidRPr="00D14165" w:rsidRDefault="00D54895">
      <w:pPr>
        <w:rPr>
          <w:color w:val="943634" w:themeColor="accent2" w:themeShade="BF"/>
        </w:rPr>
      </w:pPr>
    </w:p>
    <w:p w14:paraId="22D51796" w14:textId="77777777" w:rsidR="00C56A65" w:rsidRPr="00D14165" w:rsidRDefault="00C56A65" w:rsidP="00D14165">
      <w:pPr>
        <w:jc w:val="center"/>
        <w:rPr>
          <w:b/>
          <w:color w:val="943634" w:themeColor="accent2" w:themeShade="BF"/>
          <w:sz w:val="28"/>
          <w:szCs w:val="28"/>
        </w:rPr>
      </w:pPr>
      <w:r w:rsidRPr="00D14165">
        <w:rPr>
          <w:b/>
          <w:color w:val="943634" w:themeColor="accent2" w:themeShade="BF"/>
          <w:sz w:val="28"/>
          <w:szCs w:val="28"/>
        </w:rPr>
        <w:t>Associate a textbook from the District Level</w:t>
      </w:r>
    </w:p>
    <w:p w14:paraId="63F6988D" w14:textId="77777777" w:rsidR="00C56A65" w:rsidRPr="00D14165" w:rsidRDefault="00C56A65" w:rsidP="00D14165">
      <w:pPr>
        <w:jc w:val="center"/>
        <w:rPr>
          <w:b/>
          <w:color w:val="943634" w:themeColor="accent2" w:themeShade="BF"/>
          <w:sz w:val="28"/>
          <w:szCs w:val="28"/>
        </w:rPr>
      </w:pPr>
      <w:r w:rsidRPr="00D14165">
        <w:rPr>
          <w:b/>
          <w:color w:val="943634" w:themeColor="accent2" w:themeShade="BF"/>
          <w:sz w:val="28"/>
          <w:szCs w:val="28"/>
        </w:rPr>
        <w:t>This should only need to be done once.</w:t>
      </w:r>
    </w:p>
    <w:p w14:paraId="064748DF" w14:textId="77777777" w:rsidR="00C56A65" w:rsidRDefault="00C56A65"/>
    <w:p w14:paraId="77C338D9" w14:textId="77777777" w:rsidR="00C56A65" w:rsidRDefault="00C56A65">
      <w:r>
        <w:t xml:space="preserve">Login at District </w:t>
      </w:r>
      <w:proofErr w:type="spellStart"/>
      <w:r>
        <w:t>rath</w:t>
      </w:r>
      <w:proofErr w:type="spellEnd"/>
      <w:r>
        <w:t xml:space="preserve"> than school level</w:t>
      </w:r>
    </w:p>
    <w:p w14:paraId="1768D29F" w14:textId="77777777" w:rsidR="00C56A65" w:rsidRPr="00C56A65" w:rsidRDefault="00C56A65">
      <w:pPr>
        <w:rPr>
          <w:b/>
        </w:rPr>
      </w:pPr>
      <w:r>
        <w:t>L=</w:t>
      </w:r>
      <w:proofErr w:type="spellStart"/>
      <w:r w:rsidRPr="00C56A65">
        <w:rPr>
          <w:b/>
        </w:rPr>
        <w:t>dtextbook</w:t>
      </w:r>
      <w:proofErr w:type="spellEnd"/>
    </w:p>
    <w:p w14:paraId="2B64E5EB" w14:textId="77777777" w:rsidR="00C56A65" w:rsidRPr="00C56A65" w:rsidRDefault="00C56A65">
      <w:pPr>
        <w:rPr>
          <w:b/>
        </w:rPr>
      </w:pPr>
      <w:r>
        <w:t>P=</w:t>
      </w:r>
      <w:r w:rsidRPr="00C56A65">
        <w:rPr>
          <w:b/>
        </w:rPr>
        <w:t>textbook</w:t>
      </w:r>
    </w:p>
    <w:p w14:paraId="58D53F23" w14:textId="77777777" w:rsidR="00C56A65" w:rsidRDefault="00C56A65"/>
    <w:p w14:paraId="07E40898" w14:textId="77777777" w:rsidR="00C56A65" w:rsidRDefault="00C56A65">
      <w:r>
        <w:t xml:space="preserve">Go to </w:t>
      </w:r>
      <w:r w:rsidRPr="00D14165">
        <w:rPr>
          <w:b/>
          <w:color w:val="31849B" w:themeColor="accent5" w:themeShade="BF"/>
        </w:rPr>
        <w:t>Back Office</w:t>
      </w:r>
    </w:p>
    <w:p w14:paraId="522A71C1" w14:textId="77777777" w:rsidR="00C56A65" w:rsidRPr="00D14165" w:rsidRDefault="00C56A65">
      <w:pPr>
        <w:rPr>
          <w:b/>
          <w:color w:val="31849B" w:themeColor="accent5" w:themeShade="BF"/>
        </w:rPr>
      </w:pPr>
      <w:r w:rsidRPr="00D14165">
        <w:rPr>
          <w:b/>
          <w:color w:val="31849B" w:themeColor="accent5" w:themeShade="BF"/>
        </w:rPr>
        <w:t>Update Classes</w:t>
      </w:r>
    </w:p>
    <w:p w14:paraId="415ADE57" w14:textId="77777777" w:rsidR="00C56A65" w:rsidRPr="00D14165" w:rsidRDefault="00D14165">
      <w:pPr>
        <w:rPr>
          <w:i/>
        </w:rPr>
      </w:pPr>
      <w:r>
        <w:t>Find class on Class [ID</w:t>
      </w:r>
      <w:proofErr w:type="gramStart"/>
      <w:r>
        <w:t>] ;</w:t>
      </w:r>
      <w:proofErr w:type="gramEnd"/>
      <w:r>
        <w:t xml:space="preserve"> </w:t>
      </w:r>
      <w:r w:rsidR="00C56A65">
        <w:t xml:space="preserve"> </w:t>
      </w:r>
      <w:bookmarkStart w:id="0" w:name="_GoBack"/>
      <w:r w:rsidR="00C56A65" w:rsidRPr="00D14165">
        <w:rPr>
          <w:i/>
        </w:rPr>
        <w:t xml:space="preserve">Class are listed by title in </w:t>
      </w:r>
      <w:r w:rsidRPr="00D14165">
        <w:rPr>
          <w:i/>
        </w:rPr>
        <w:t>alphabetical</w:t>
      </w:r>
      <w:r w:rsidR="00C56A65" w:rsidRPr="00D14165">
        <w:rPr>
          <w:i/>
        </w:rPr>
        <w:t xml:space="preserve"> order followed by class code/number* (use class codes from Registrar to verify you have the right class &amp; name, school number also listed at the end of the class code)</w:t>
      </w:r>
    </w:p>
    <w:bookmarkEnd w:id="0"/>
    <w:p w14:paraId="561098A7" w14:textId="77777777" w:rsidR="00C56A65" w:rsidRDefault="00C56A65">
      <w:r>
        <w:t>Choose</w:t>
      </w:r>
      <w:r w:rsidRPr="00C56A65">
        <w:rPr>
          <w:b/>
        </w:rPr>
        <w:t xml:space="preserve"> </w:t>
      </w:r>
      <w:r w:rsidRPr="00D14165">
        <w:rPr>
          <w:b/>
          <w:color w:val="31849B" w:themeColor="accent5" w:themeShade="BF"/>
        </w:rPr>
        <w:t>Edit</w:t>
      </w:r>
      <w:r w:rsidRPr="00D14165">
        <w:rPr>
          <w:color w:val="31849B" w:themeColor="accent5" w:themeShade="BF"/>
        </w:rPr>
        <w:t xml:space="preserve"> </w:t>
      </w:r>
      <w:r>
        <w:t>button on line with class</w:t>
      </w:r>
    </w:p>
    <w:p w14:paraId="55BD31D5" w14:textId="77777777" w:rsidR="00C56A65" w:rsidRDefault="00C56A65">
      <w:r>
        <w:t xml:space="preserve">Select </w:t>
      </w:r>
      <w:r w:rsidRPr="00D14165">
        <w:rPr>
          <w:b/>
          <w:color w:val="31849B" w:themeColor="accent5" w:themeShade="BF"/>
        </w:rPr>
        <w:t>Textbook</w:t>
      </w:r>
    </w:p>
    <w:p w14:paraId="562D992F" w14:textId="77777777" w:rsidR="00C56A65" w:rsidRDefault="00C56A65">
      <w:r>
        <w:t xml:space="preserve">In </w:t>
      </w:r>
      <w:r w:rsidRPr="00D14165">
        <w:rPr>
          <w:b/>
          <w:color w:val="31849B" w:themeColor="accent5" w:themeShade="BF"/>
        </w:rPr>
        <w:t>Find Textbook</w:t>
      </w:r>
      <w:r>
        <w:t xml:space="preserve"> box search by ISBN or Title (title appears)</w:t>
      </w:r>
    </w:p>
    <w:p w14:paraId="2E5A93FD" w14:textId="77777777" w:rsidR="00C56A65" w:rsidRDefault="00C56A65">
      <w:r>
        <w:t xml:space="preserve">Click on </w:t>
      </w:r>
      <w:r w:rsidRPr="00D14165">
        <w:rPr>
          <w:b/>
          <w:color w:val="31849B" w:themeColor="accent5" w:themeShade="BF"/>
        </w:rPr>
        <w:t>Assign to Class</w:t>
      </w:r>
    </w:p>
    <w:p w14:paraId="63EC2AAC" w14:textId="77777777" w:rsidR="00C56A65" w:rsidRDefault="00C56A65">
      <w:r>
        <w:t xml:space="preserve">Check box </w:t>
      </w:r>
      <w:r w:rsidRPr="00C56A65">
        <w:t>–</w:t>
      </w:r>
      <w:r w:rsidRPr="00C56A65">
        <w:rPr>
          <w:b/>
        </w:rPr>
        <w:t xml:space="preserve"> </w:t>
      </w:r>
      <w:r w:rsidRPr="00D14165">
        <w:rPr>
          <w:b/>
          <w:color w:val="31849B" w:themeColor="accent5" w:themeShade="BF"/>
        </w:rPr>
        <w:t>Also add to all existing class sections</w:t>
      </w:r>
    </w:p>
    <w:p w14:paraId="762DF98C" w14:textId="77777777" w:rsidR="00C56A65" w:rsidRDefault="00C56A65">
      <w:r>
        <w:t xml:space="preserve">Then choose </w:t>
      </w:r>
      <w:r w:rsidRPr="00D14165">
        <w:rPr>
          <w:b/>
          <w:color w:val="31849B" w:themeColor="accent5" w:themeShade="BF"/>
        </w:rPr>
        <w:t>OK</w:t>
      </w:r>
    </w:p>
    <w:p w14:paraId="5CCB73BB" w14:textId="77777777" w:rsidR="00C56A65" w:rsidRDefault="00C56A65">
      <w:r>
        <w:t xml:space="preserve">Choose </w:t>
      </w:r>
      <w:r w:rsidRPr="00D14165">
        <w:rPr>
          <w:b/>
          <w:color w:val="31849B" w:themeColor="accent5" w:themeShade="BF"/>
        </w:rPr>
        <w:t>OK</w:t>
      </w:r>
      <w:r>
        <w:t xml:space="preserve"> again to leave Edit</w:t>
      </w:r>
    </w:p>
    <w:p w14:paraId="0423C127" w14:textId="77777777" w:rsidR="00C56A65" w:rsidRDefault="00C56A65">
      <w:r>
        <w:t>Check off corresponding book on printed list</w:t>
      </w:r>
    </w:p>
    <w:p w14:paraId="6AB59E14" w14:textId="77777777" w:rsidR="00D14165" w:rsidRDefault="00D14165"/>
    <w:p w14:paraId="547E45D9" w14:textId="77777777" w:rsidR="00D14165" w:rsidRDefault="00D14165" w:rsidP="00D14165">
      <w:pPr>
        <w:pStyle w:val="ListParagraph"/>
        <w:ind w:left="0"/>
      </w:pPr>
      <w:r>
        <w:t>* 1</w:t>
      </w:r>
      <w:r w:rsidRPr="00D14165">
        <w:rPr>
          <w:vertAlign w:val="superscript"/>
        </w:rPr>
        <w:t>st</w:t>
      </w:r>
      <w:r>
        <w:t xml:space="preserve"> 4 digits are class </w:t>
      </w:r>
      <w:proofErr w:type="gramStart"/>
      <w:r>
        <w:t># ;</w:t>
      </w:r>
      <w:proofErr w:type="gramEnd"/>
      <w:r>
        <w:t xml:space="preserve"> last digit is a locally assigned number followed by school number</w:t>
      </w:r>
    </w:p>
    <w:p w14:paraId="0B4A74D8" w14:textId="77777777" w:rsidR="00D14165" w:rsidRPr="00D14165" w:rsidRDefault="00D14165" w:rsidP="00D14165">
      <w:pPr>
        <w:pStyle w:val="ListParagraph"/>
        <w:ind w:left="0"/>
        <w:rPr>
          <w:i/>
        </w:rPr>
      </w:pPr>
      <w:r>
        <w:t xml:space="preserve">** </w:t>
      </w:r>
      <w:r w:rsidRPr="00D14165">
        <w:rPr>
          <w:i/>
        </w:rPr>
        <w:t>Shortcut if you know the class ID use Control F (Windows) or Option F (</w:t>
      </w:r>
      <w:proofErr w:type="gramStart"/>
      <w:r w:rsidRPr="00D14165">
        <w:rPr>
          <w:i/>
        </w:rPr>
        <w:t>MAC )</w:t>
      </w:r>
      <w:proofErr w:type="gramEnd"/>
      <w:r w:rsidRPr="00D14165">
        <w:rPr>
          <w:i/>
        </w:rPr>
        <w:t xml:space="preserve"> and type in the class ID. It will highlight the class for you.</w:t>
      </w:r>
    </w:p>
    <w:sectPr w:rsidR="00D14165" w:rsidRPr="00D14165" w:rsidSect="00D14165">
      <w:pgSz w:w="12240" w:h="15840"/>
      <w:pgMar w:top="720" w:right="720" w:bottom="720" w:left="7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87D3F"/>
    <w:multiLevelType w:val="hybridMultilevel"/>
    <w:tmpl w:val="80023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D27D2E"/>
    <w:multiLevelType w:val="hybridMultilevel"/>
    <w:tmpl w:val="67A6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95"/>
    <w:rsid w:val="00125744"/>
    <w:rsid w:val="001A70C7"/>
    <w:rsid w:val="00761927"/>
    <w:rsid w:val="00987376"/>
    <w:rsid w:val="00AD4592"/>
    <w:rsid w:val="00C56A65"/>
    <w:rsid w:val="00CC4B60"/>
    <w:rsid w:val="00D14165"/>
    <w:rsid w:val="00D32A4F"/>
    <w:rsid w:val="00D54895"/>
    <w:rsid w:val="00E70E17"/>
    <w:rsid w:val="00F534DE"/>
    <w:rsid w:val="00FA2619"/>
    <w:rsid w:val="00FF3B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E06C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619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619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ARIAN~1.BAT\LOCALS~1\Temp\Connect%20Texbooks%20to%20Classro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\DOCUME~1\MARIAN~1.BAT\LOCALS~1\Temp\Connect Texbooks to Classroom.dotx</Template>
  <TotalTime>1</TotalTime>
  <Pages>1</Pages>
  <Words>259</Words>
  <Characters>1481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High School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Bates, Marianne</dc:creator>
  <cp:keywords/>
  <dc:description/>
  <cp:lastModifiedBy>Laurel Harris</cp:lastModifiedBy>
  <cp:revision>2</cp:revision>
  <cp:lastPrinted>2015-05-18T18:17:00Z</cp:lastPrinted>
  <dcterms:created xsi:type="dcterms:W3CDTF">2015-05-18T19:48:00Z</dcterms:created>
  <dcterms:modified xsi:type="dcterms:W3CDTF">2015-05-18T19:48:00Z</dcterms:modified>
</cp:coreProperties>
</file>